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871A7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502913411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0EDCDC6D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</w:t>
      </w:r>
      <w:proofErr w:type="spellStart"/>
      <w:r w:rsidR="00372C4E">
        <w:rPr>
          <w:b/>
          <w:sz w:val="44"/>
        </w:rPr>
        <w:t>s.p</w:t>
      </w:r>
      <w:proofErr w:type="spellEnd"/>
      <w:r w:rsidR="00372C4E">
        <w:rPr>
          <w:b/>
          <w:sz w:val="44"/>
        </w:rPr>
        <w:t xml:space="preserve">. </w:t>
      </w:r>
      <w:r w:rsidR="007E0C07">
        <w:rPr>
          <w:b/>
          <w:sz w:val="44"/>
        </w:rPr>
        <w:t xml:space="preserve"> – </w:t>
      </w:r>
    </w:p>
    <w:p w14:paraId="4A010362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C13123">
        <w:rPr>
          <w:b/>
          <w:sz w:val="44"/>
        </w:rPr>
        <w:t>LUHAČOVICE</w:t>
      </w:r>
    </w:p>
    <w:p w14:paraId="23EBB2E0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5397B7B0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243A00E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041B3B3" w14:textId="676131F0" w:rsidR="00766015" w:rsidRDefault="00B340FF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3"/>
          </w:p>
        </w:tc>
      </w:tr>
      <w:tr w:rsidR="00766015" w14:paraId="4CD72947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E6EB6B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7864C499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342AB5A1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55760D5" w14:textId="77777777" w:rsidR="00766015" w:rsidRDefault="00766015" w:rsidP="008D4C9E"/>
        </w:tc>
      </w:tr>
      <w:tr w:rsidR="00766015" w14:paraId="2813A5E2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6586AAD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A54F3A3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4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4"/>
            <w:r w:rsidR="009E35EA">
              <w:t xml:space="preserve"> </w:t>
            </w:r>
          </w:p>
        </w:tc>
      </w:tr>
      <w:tr w:rsidR="00766015" w14:paraId="2A25FC3F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4CF97B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AFBD4F7" w14:textId="54C88CFB" w:rsidR="00766015" w:rsidRDefault="00B340FF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5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5"/>
          </w:p>
        </w:tc>
      </w:tr>
      <w:tr w:rsidR="00766015" w14:paraId="08E0A588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E4AC1C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64F79374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6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6"/>
          </w:p>
        </w:tc>
      </w:tr>
    </w:tbl>
    <w:p w14:paraId="2D3B0476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4C26E33B" w14:textId="77777777" w:rsidR="002D11F3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2D11F3">
        <w:rPr>
          <w:noProof/>
        </w:rPr>
        <w:t>PRŮVODNÍ ZPRÁVA</w:t>
      </w:r>
      <w:r w:rsidR="002D11F3">
        <w:rPr>
          <w:noProof/>
        </w:rPr>
        <w:tab/>
      </w:r>
      <w:r w:rsidR="002D11F3">
        <w:rPr>
          <w:noProof/>
        </w:rPr>
        <w:fldChar w:fldCharType="begin"/>
      </w:r>
      <w:r w:rsidR="002D11F3">
        <w:rPr>
          <w:noProof/>
        </w:rPr>
        <w:instrText xml:space="preserve"> PAGEREF _Toc502913411 \h </w:instrText>
      </w:r>
      <w:r w:rsidR="002D11F3">
        <w:rPr>
          <w:noProof/>
        </w:rPr>
      </w:r>
      <w:r w:rsidR="002D11F3">
        <w:rPr>
          <w:noProof/>
        </w:rPr>
        <w:fldChar w:fldCharType="separate"/>
      </w:r>
      <w:r w:rsidR="002D11F3">
        <w:rPr>
          <w:noProof/>
        </w:rPr>
        <w:t>1</w:t>
      </w:r>
      <w:r w:rsidR="002D11F3">
        <w:rPr>
          <w:noProof/>
        </w:rPr>
        <w:fldChar w:fldCharType="end"/>
      </w:r>
    </w:p>
    <w:p w14:paraId="0AE82966" w14:textId="77777777" w:rsidR="002D11F3" w:rsidRDefault="002D11F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_Toc502913412 \h </w:instrText>
      </w:r>
      <w:r>
        <w:fldChar w:fldCharType="separate"/>
      </w:r>
      <w:r>
        <w:t>3</w:t>
      </w:r>
      <w:r>
        <w:fldChar w:fldCharType="end"/>
      </w:r>
    </w:p>
    <w:p w14:paraId="0788F52A" w14:textId="77777777" w:rsidR="002D11F3" w:rsidRDefault="002D11F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_Toc502913413 \h </w:instrText>
      </w:r>
      <w:r>
        <w:fldChar w:fldCharType="separate"/>
      </w:r>
      <w:r>
        <w:t>4</w:t>
      </w:r>
      <w:r>
        <w:fldChar w:fldCharType="end"/>
      </w:r>
    </w:p>
    <w:p w14:paraId="2C320E32" w14:textId="77777777" w:rsidR="002D11F3" w:rsidRDefault="002D11F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_Toc502913414 \h </w:instrText>
      </w:r>
      <w:r>
        <w:fldChar w:fldCharType="separate"/>
      </w:r>
      <w:r>
        <w:t>4</w:t>
      </w:r>
      <w:r>
        <w:fldChar w:fldCharType="end"/>
      </w:r>
    </w:p>
    <w:p w14:paraId="17576803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F3DF862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76E9168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7CD1966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25436FF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3CE9F6B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8C689FC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3A878A3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28FB3B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C3ABD35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4796BA1" w14:textId="77777777" w:rsidR="002D11F3" w:rsidRDefault="002D11F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_Toc502913425 \h </w:instrText>
      </w:r>
      <w:r>
        <w:fldChar w:fldCharType="separate"/>
      </w:r>
      <w:r>
        <w:t>6</w:t>
      </w:r>
      <w:r>
        <w:fldChar w:fldCharType="end"/>
      </w:r>
    </w:p>
    <w:p w14:paraId="3122BD01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CB9AE13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A57D929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732AD99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E3A86CC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6520D23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4CEC710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BB7985C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D5D02AB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43C670F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C4A9DEA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598F066" w14:textId="77777777" w:rsidR="002D11F3" w:rsidRDefault="002D11F3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_Toc502913437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74B6374" w14:textId="77777777" w:rsidR="002D11F3" w:rsidRDefault="002D11F3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_Toc502913438 \h </w:instrText>
      </w:r>
      <w:r>
        <w:fldChar w:fldCharType="separate"/>
      </w:r>
      <w:r>
        <w:t>8</w:t>
      </w:r>
      <w:r>
        <w:fldChar w:fldCharType="end"/>
      </w:r>
    </w:p>
    <w:p w14:paraId="62333048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60D01D82" w14:textId="77777777" w:rsidR="003D22C9" w:rsidRDefault="001443F9" w:rsidP="003D22C9">
      <w:pPr>
        <w:pStyle w:val="N1"/>
      </w:pPr>
      <w:r>
        <w:br w:type="page"/>
      </w:r>
      <w:bookmarkStart w:id="7" w:name="_Toc502913412"/>
      <w:bookmarkStart w:id="8" w:name="_Toc431976332"/>
      <w:bookmarkStart w:id="9" w:name="_Toc440894808"/>
      <w:bookmarkStart w:id="10" w:name="_Toc448153992"/>
      <w:bookmarkStart w:id="11" w:name="_Toc355001688"/>
      <w:bookmarkStart w:id="12" w:name="_Toc431913715"/>
      <w:bookmarkStart w:id="13" w:name="_Toc394932572"/>
      <w:r w:rsidR="001E3B05">
        <w:lastRenderedPageBreak/>
        <w:t>identifikační údaje</w:t>
      </w:r>
      <w:bookmarkEnd w:id="7"/>
    </w:p>
    <w:bookmarkEnd w:id="8"/>
    <w:bookmarkEnd w:id="9"/>
    <w:bookmarkEnd w:id="10"/>
    <w:p w14:paraId="2B08FEE3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136B12BF" w14:textId="77777777" w:rsidTr="001E3B05">
        <w:tc>
          <w:tcPr>
            <w:tcW w:w="2943" w:type="dxa"/>
            <w:shd w:val="clear" w:color="auto" w:fill="auto"/>
          </w:tcPr>
          <w:p w14:paraId="13270B3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5BE5A155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C13123">
              <w:rPr>
                <w:rFonts w:ascii="Arial Narrow" w:hAnsi="Arial Narrow" w:cs="Times New Roman"/>
                <w:b/>
              </w:rPr>
              <w:t>LUHAČOVICE</w:t>
            </w:r>
          </w:p>
        </w:tc>
      </w:tr>
      <w:tr w:rsidR="003D22C9" w:rsidRPr="002B0419" w14:paraId="14744B90" w14:textId="77777777" w:rsidTr="003D22C9">
        <w:tc>
          <w:tcPr>
            <w:tcW w:w="2943" w:type="dxa"/>
            <w:shd w:val="clear" w:color="auto" w:fill="auto"/>
          </w:tcPr>
          <w:p w14:paraId="0DBAED3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572A7FC3" w14:textId="77777777" w:rsidR="003D22C9" w:rsidRPr="001E3B05" w:rsidRDefault="004E669B" w:rsidP="00C13123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C13123">
              <w:rPr>
                <w:rFonts w:ascii="Arial Narrow" w:hAnsi="Arial Narrow" w:cs="Times New Roman"/>
              </w:rPr>
              <w:t>Luhačovice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C13123">
              <w:rPr>
                <w:rFonts w:ascii="Arial Narrow" w:hAnsi="Arial Narrow" w:cs="Times New Roman"/>
              </w:rPr>
              <w:t>Luhačovickém potoce</w:t>
            </w:r>
          </w:p>
        </w:tc>
      </w:tr>
      <w:tr w:rsidR="003D22C9" w:rsidRPr="002B0419" w14:paraId="2FD7B335" w14:textId="77777777" w:rsidTr="003D22C9">
        <w:tc>
          <w:tcPr>
            <w:tcW w:w="2943" w:type="dxa"/>
            <w:shd w:val="clear" w:color="auto" w:fill="auto"/>
          </w:tcPr>
          <w:p w14:paraId="4C83801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6BD6F090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48805EBA" w14:textId="77777777" w:rsidTr="003D22C9">
        <w:tc>
          <w:tcPr>
            <w:tcW w:w="2943" w:type="dxa"/>
            <w:shd w:val="clear" w:color="auto" w:fill="auto"/>
          </w:tcPr>
          <w:p w14:paraId="0102CB8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6345BFC5" w14:textId="77777777" w:rsidR="00A25295" w:rsidRDefault="00A25295" w:rsidP="00B5775E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893, 1419/1,2237/12,2237/8</w:t>
            </w:r>
            <w:r w:rsidR="00B5775E">
              <w:rPr>
                <w:rFonts w:ascii="Arial Narrow" w:hAnsi="Arial Narrow" w:cs="Times New Roman"/>
              </w:rPr>
              <w:t>,</w:t>
            </w:r>
            <w:r>
              <w:rPr>
                <w:rFonts w:ascii="Arial Narrow" w:hAnsi="Arial Narrow" w:cs="Times New Roman"/>
              </w:rPr>
              <w:t xml:space="preserve">2237/11,3519,  </w:t>
            </w:r>
          </w:p>
          <w:p w14:paraId="05DAD358" w14:textId="77777777" w:rsidR="00B5775E" w:rsidRDefault="00A25295" w:rsidP="00B5775E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1436/1,1545/1,1454/3, 216/3, 2315,216/6,</w:t>
            </w:r>
            <w:r w:rsidR="00E904DF">
              <w:rPr>
                <w:rFonts w:ascii="Arial Narrow" w:hAnsi="Arial Narrow" w:cs="Times New Roman"/>
              </w:rPr>
              <w:t>1545/3</w:t>
            </w:r>
            <w:r w:rsidR="00B5775E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="00B5775E">
              <w:rPr>
                <w:rFonts w:ascii="Arial Narrow" w:hAnsi="Arial Narrow" w:cs="Times New Roman"/>
              </w:rPr>
              <w:t>k.ú</w:t>
            </w:r>
            <w:proofErr w:type="spellEnd"/>
            <w:r w:rsidR="00B5775E">
              <w:rPr>
                <w:rFonts w:ascii="Arial Narrow" w:hAnsi="Arial Narrow" w:cs="Times New Roman"/>
              </w:rPr>
              <w:t xml:space="preserve">. </w:t>
            </w:r>
            <w:r>
              <w:rPr>
                <w:rFonts w:ascii="Arial Narrow" w:hAnsi="Arial Narrow" w:cs="Times New Roman"/>
              </w:rPr>
              <w:t>Pozlovice</w:t>
            </w:r>
          </w:p>
          <w:p w14:paraId="36EA8FB1" w14:textId="77777777" w:rsidR="00A20F17" w:rsidRDefault="00E904DF" w:rsidP="00B5775E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3373,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Dolní Lhota u Luhačovic</w:t>
            </w:r>
          </w:p>
          <w:p w14:paraId="5F974008" w14:textId="77777777" w:rsidR="00E904DF" w:rsidRPr="002B0419" w:rsidRDefault="00E904DF" w:rsidP="00B5775E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7182/56,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Uherský Brod</w:t>
            </w:r>
          </w:p>
        </w:tc>
      </w:tr>
      <w:tr w:rsidR="003D22C9" w:rsidRPr="002B0419" w14:paraId="499C2412" w14:textId="77777777" w:rsidTr="003D22C9">
        <w:tc>
          <w:tcPr>
            <w:tcW w:w="2943" w:type="dxa"/>
            <w:shd w:val="clear" w:color="auto" w:fill="auto"/>
          </w:tcPr>
          <w:p w14:paraId="7FBEEE0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5ABE1799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78B12C2B" w14:textId="77777777" w:rsidTr="003D22C9">
        <w:tc>
          <w:tcPr>
            <w:tcW w:w="2943" w:type="dxa"/>
            <w:shd w:val="clear" w:color="auto" w:fill="auto"/>
          </w:tcPr>
          <w:p w14:paraId="0620981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2B766944" w14:textId="65F2998F" w:rsidR="003D22C9" w:rsidRPr="002B0419" w:rsidRDefault="00B340F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3DF18810" w14:textId="77777777" w:rsidTr="003D22C9">
        <w:tc>
          <w:tcPr>
            <w:tcW w:w="2943" w:type="dxa"/>
            <w:shd w:val="clear" w:color="auto" w:fill="auto"/>
          </w:tcPr>
          <w:p w14:paraId="3FF85EF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660E30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75FD9A76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4" w:name="_Toc441153055"/>
      <w:bookmarkStart w:id="15" w:name="_Toc448153993"/>
      <w:bookmarkStart w:id="16" w:name="_Toc484424095"/>
      <w:bookmarkStart w:id="17" w:name="_Toc431976334"/>
      <w:bookmarkStart w:id="18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4"/>
      <w:bookmarkEnd w:id="15"/>
      <w:bookmarkEnd w:id="16"/>
    </w:p>
    <w:p w14:paraId="1D1B9A1B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13721E0" w14:textId="77777777" w:rsidTr="003D22C9">
        <w:tc>
          <w:tcPr>
            <w:tcW w:w="2943" w:type="dxa"/>
            <w:shd w:val="clear" w:color="auto" w:fill="auto"/>
          </w:tcPr>
          <w:p w14:paraId="46F3AD6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0D4F95EB" w14:textId="77777777" w:rsidR="003D22C9" w:rsidRPr="00095A4D" w:rsidRDefault="00095A4D" w:rsidP="008D2E3E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 xml:space="preserve">., Dřevařská 11, 602 00 </w:t>
            </w:r>
            <w:r w:rsidR="008D2E3E">
              <w:rPr>
                <w:rFonts w:ascii="Arial Narrow" w:hAnsi="Arial Narrow" w:cs="Times New Roman"/>
              </w:rPr>
              <w:t>Brno</w:t>
            </w:r>
          </w:p>
        </w:tc>
      </w:tr>
      <w:tr w:rsidR="003D22C9" w:rsidRPr="002B0419" w14:paraId="57011A87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7B1B6F7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690AB1B" w14:textId="77777777" w:rsidR="003D22C9" w:rsidRPr="001D2E44" w:rsidRDefault="00095A4D" w:rsidP="008D2E3E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Dřevařská 11, 602 00 </w:t>
            </w:r>
            <w:r w:rsidR="008D2E3E">
              <w:rPr>
                <w:rFonts w:ascii="Arial Narrow" w:hAnsi="Arial Narrow" w:cs="Times New Roman"/>
              </w:rPr>
              <w:t>Brno</w:t>
            </w:r>
          </w:p>
        </w:tc>
      </w:tr>
      <w:tr w:rsidR="003D22C9" w:rsidRPr="002B0419" w14:paraId="34B17E0D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063803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43A8948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149C8990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83D8BF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C2F7B5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5456069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9" w:name="_Toc448153994"/>
      <w:bookmarkStart w:id="20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7"/>
      <w:bookmarkEnd w:id="18"/>
      <w:bookmarkEnd w:id="19"/>
      <w:bookmarkEnd w:id="20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0346DDCB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1" w:name="_Toc48103289"/>
      <w:bookmarkStart w:id="22" w:name="_Toc191811563"/>
      <w:bookmarkStart w:id="23" w:name="_Toc250701967"/>
      <w:bookmarkStart w:id="24" w:name="_Toc258785929"/>
      <w:bookmarkStart w:id="25" w:name="_Toc351112848"/>
      <w:bookmarkStart w:id="26" w:name="_Toc431976335"/>
      <w:bookmarkStart w:id="27" w:name="_Toc440894811"/>
      <w:bookmarkStart w:id="28" w:name="_Toc448153995"/>
      <w:bookmarkStart w:id="29" w:name="_Toc480413991"/>
      <w:bookmarkStart w:id="30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1"/>
      <w:bookmarkEnd w:id="22"/>
      <w:bookmarkEnd w:id="23"/>
      <w:bookmarkEnd w:id="24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5"/>
      <w:bookmarkEnd w:id="26"/>
      <w:bookmarkEnd w:id="27"/>
      <w:bookmarkEnd w:id="28"/>
      <w:bookmarkEnd w:id="29"/>
      <w:bookmarkEnd w:id="30"/>
    </w:p>
    <w:p w14:paraId="50B7648D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800EB14" w14:textId="77777777" w:rsidTr="003D22C9">
        <w:tc>
          <w:tcPr>
            <w:tcW w:w="2943" w:type="dxa"/>
            <w:shd w:val="clear" w:color="auto" w:fill="auto"/>
          </w:tcPr>
          <w:p w14:paraId="26994AB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1D448FD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07F10487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4647179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3060AD9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7A7B4C9A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4447742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43EDB9A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31142105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736AFD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3804F41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5934BBED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C43856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5625A72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2B281BF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71A5E5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9A146DC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3CC4EB54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1" w:name="_Toc431976336"/>
      <w:bookmarkStart w:id="32" w:name="_Toc440894812"/>
      <w:bookmarkStart w:id="33" w:name="_Toc448153996"/>
      <w:bookmarkStart w:id="34" w:name="_Toc480413992"/>
      <w:bookmarkStart w:id="35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1"/>
      <w:bookmarkEnd w:id="32"/>
      <w:bookmarkEnd w:id="33"/>
      <w:bookmarkEnd w:id="34"/>
      <w:bookmarkEnd w:id="35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F65AF84" w14:textId="77777777" w:rsidTr="003D22C9">
        <w:tc>
          <w:tcPr>
            <w:tcW w:w="2943" w:type="dxa"/>
            <w:shd w:val="clear" w:color="auto" w:fill="auto"/>
          </w:tcPr>
          <w:p w14:paraId="6984DC3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769E146" wp14:editId="13F421FC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2902117D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4525B429" w14:textId="77777777" w:rsidTr="003D22C9">
        <w:tc>
          <w:tcPr>
            <w:tcW w:w="2943" w:type="dxa"/>
            <w:shd w:val="clear" w:color="auto" w:fill="auto"/>
          </w:tcPr>
          <w:p w14:paraId="0B0B434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4A1FE87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539359E1" w14:textId="77777777" w:rsidTr="003D22C9">
        <w:tc>
          <w:tcPr>
            <w:tcW w:w="2943" w:type="dxa"/>
            <w:shd w:val="clear" w:color="auto" w:fill="auto"/>
          </w:tcPr>
          <w:p w14:paraId="527D52B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2CDA73A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223E7F13" w14:textId="77777777" w:rsidTr="003D22C9">
        <w:tc>
          <w:tcPr>
            <w:tcW w:w="2943" w:type="dxa"/>
            <w:shd w:val="clear" w:color="auto" w:fill="auto"/>
          </w:tcPr>
          <w:p w14:paraId="56EBFDE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3677853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53E863EC" w14:textId="77777777" w:rsidTr="003D22C9">
        <w:tc>
          <w:tcPr>
            <w:tcW w:w="2943" w:type="dxa"/>
            <w:shd w:val="clear" w:color="auto" w:fill="auto"/>
          </w:tcPr>
          <w:p w14:paraId="529DCB8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0A96BD4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1"/>
      <w:bookmarkEnd w:id="12"/>
    </w:tbl>
    <w:p w14:paraId="154E3CBD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757CD6A1" w14:textId="77777777" w:rsidR="00FC61D3" w:rsidRPr="00147A61" w:rsidRDefault="00FC61D3" w:rsidP="00FC61D3">
      <w:pPr>
        <w:pStyle w:val="N1"/>
      </w:pPr>
      <w:bookmarkStart w:id="36" w:name="_Toc502913413"/>
      <w:r>
        <w:lastRenderedPageBreak/>
        <w:t>seznam vstupních podkladů</w:t>
      </w:r>
      <w:bookmarkEnd w:id="36"/>
    </w:p>
    <w:p w14:paraId="5142D2A0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0B9732F3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428A3A31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4BE74031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01968234" w14:textId="77777777" w:rsidR="00FC61D3" w:rsidRDefault="00FC61D3" w:rsidP="00FC61D3">
      <w:pPr>
        <w:pStyle w:val="N1"/>
      </w:pPr>
      <w:bookmarkStart w:id="37" w:name="_Toc502913414"/>
      <w:r w:rsidRPr="00FC61D3">
        <w:t>Údaje o území</w:t>
      </w:r>
      <w:bookmarkEnd w:id="37"/>
    </w:p>
    <w:p w14:paraId="060DB5AC" w14:textId="77777777" w:rsidR="000D59E6" w:rsidRDefault="00C87986" w:rsidP="00C25635">
      <w:pPr>
        <w:pStyle w:val="N2"/>
        <w:numPr>
          <w:ilvl w:val="0"/>
          <w:numId w:val="26"/>
        </w:numPr>
      </w:pPr>
      <w:bookmarkStart w:id="38" w:name="_Toc502913415"/>
      <w:r>
        <w:t>Rozsah řešeného území</w:t>
      </w:r>
      <w:bookmarkEnd w:id="38"/>
      <w:r>
        <w:t xml:space="preserve"> </w:t>
      </w:r>
    </w:p>
    <w:p w14:paraId="56FF447A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C13123">
        <w:rPr>
          <w:rFonts w:asciiTheme="minorHAnsi" w:hAnsiTheme="minorHAnsi" w:cs="Times New Roman"/>
          <w:color w:val="000000"/>
        </w:rPr>
        <w:t>Luhačovice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19F2DC1D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C13123">
        <w:rPr>
          <w:rFonts w:asciiTheme="minorHAnsi" w:hAnsiTheme="minorHAnsi" w:cs="Times New Roman"/>
          <w:color w:val="000000"/>
        </w:rPr>
        <w:t>Luhačovice</w:t>
      </w:r>
      <w:r w:rsidR="00873C88">
        <w:rPr>
          <w:rFonts w:asciiTheme="minorHAnsi" w:hAnsiTheme="minorHAnsi" w:cs="Times New Roman"/>
          <w:color w:val="000000"/>
        </w:rPr>
        <w:t xml:space="preserve"> se nachází na </w:t>
      </w:r>
      <w:r w:rsidR="002C43E8">
        <w:rPr>
          <w:rFonts w:asciiTheme="minorHAnsi" w:hAnsiTheme="minorHAnsi" w:cs="Times New Roman"/>
          <w:color w:val="000000"/>
        </w:rPr>
        <w:t>Luhačovickém potoce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A25295">
        <w:rPr>
          <w:rFonts w:asciiTheme="minorHAnsi" w:hAnsiTheme="minorHAnsi" w:cs="Times New Roman"/>
          <w:color w:val="000000"/>
        </w:rPr>
        <w:t>14</w:t>
      </w:r>
      <w:r w:rsidR="00351AD4">
        <w:rPr>
          <w:rFonts w:asciiTheme="minorHAnsi" w:hAnsiTheme="minorHAnsi" w:cs="Times New Roman"/>
          <w:color w:val="000000"/>
        </w:rPr>
        <w:t>,</w:t>
      </w:r>
      <w:r w:rsidR="00A25295">
        <w:rPr>
          <w:rFonts w:asciiTheme="minorHAnsi" w:hAnsiTheme="minorHAnsi" w:cs="Times New Roman"/>
          <w:color w:val="000000"/>
        </w:rPr>
        <w:t>4</w:t>
      </w:r>
      <w:r w:rsidR="00351AD4">
        <w:rPr>
          <w:rFonts w:asciiTheme="minorHAnsi" w:hAnsiTheme="minorHAnsi" w:cs="Times New Roman"/>
          <w:color w:val="000000"/>
        </w:rPr>
        <w:t>00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14F30C52" w14:textId="77777777" w:rsidR="004E669B" w:rsidRDefault="004E669B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>Automatickým monitoringem je měřen přítok</w:t>
      </w:r>
      <w:r w:rsidR="00700FA1">
        <w:rPr>
          <w:rFonts w:asciiTheme="minorHAnsi" w:hAnsiTheme="minorHAnsi" w:cs="Times New Roman"/>
          <w:color w:val="000000"/>
        </w:rPr>
        <w:t xml:space="preserve"> v profilu </w:t>
      </w:r>
      <w:r w:rsidR="00351AD4">
        <w:rPr>
          <w:rFonts w:asciiTheme="minorHAnsi" w:hAnsiTheme="minorHAnsi" w:cs="Times New Roman"/>
          <w:color w:val="000000"/>
        </w:rPr>
        <w:t>na přítoku do nádrže</w:t>
      </w:r>
      <w:r w:rsidR="00700FA1">
        <w:rPr>
          <w:rFonts w:asciiTheme="minorHAnsi" w:hAnsiTheme="minorHAnsi" w:cs="Times New Roman"/>
          <w:color w:val="000000"/>
        </w:rPr>
        <w:t xml:space="preserve">, </w:t>
      </w:r>
      <w:r w:rsidR="00351AD4">
        <w:rPr>
          <w:rFonts w:asciiTheme="minorHAnsi" w:hAnsiTheme="minorHAnsi" w:cs="Times New Roman"/>
          <w:color w:val="000000"/>
        </w:rPr>
        <w:t>měřen odtok ve stávající limnigrafické stanici</w:t>
      </w:r>
      <w:r>
        <w:rPr>
          <w:rFonts w:asciiTheme="minorHAnsi" w:hAnsiTheme="minorHAnsi" w:cs="Times New Roman"/>
          <w:color w:val="000000"/>
        </w:rPr>
        <w:t xml:space="preserve"> </w:t>
      </w:r>
      <w:r w:rsidR="00351AD4">
        <w:rPr>
          <w:rFonts w:asciiTheme="minorHAnsi" w:hAnsiTheme="minorHAnsi" w:cs="Times New Roman"/>
          <w:color w:val="000000"/>
        </w:rPr>
        <w:t xml:space="preserve">pod přehradou. </w:t>
      </w:r>
      <w:r>
        <w:rPr>
          <w:rFonts w:asciiTheme="minorHAnsi" w:hAnsiTheme="minorHAnsi" w:cs="Times New Roman"/>
          <w:color w:val="000000"/>
        </w:rPr>
        <w:t xml:space="preserve">Dále je měřena hladina v nádrži, teplota vzduchu a vody, spadlé srážky. </w:t>
      </w:r>
      <w:r w:rsidR="00700FA1">
        <w:rPr>
          <w:rFonts w:asciiTheme="minorHAnsi" w:hAnsiTheme="minorHAnsi" w:cs="Times New Roman"/>
          <w:color w:val="000000"/>
        </w:rPr>
        <w:t xml:space="preserve">Na vodním díle je osazen také monitoring TBD veličin. </w:t>
      </w:r>
    </w:p>
    <w:p w14:paraId="4B2C59B7" w14:textId="77777777" w:rsidR="0098408D" w:rsidRDefault="00351AD4" w:rsidP="0095552D">
      <w:pPr>
        <w:pStyle w:val="Odstavecseseznamem"/>
        <w:ind w:left="284" w:firstLine="425"/>
        <w:jc w:val="both"/>
      </w:pPr>
      <w:r w:rsidRPr="00351AD4">
        <w:rPr>
          <w:noProof/>
        </w:rPr>
        <w:t xml:space="preserve"> </w:t>
      </w:r>
    </w:p>
    <w:p w14:paraId="7F7A9698" w14:textId="77777777" w:rsidR="0098408D" w:rsidRDefault="00A25295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7C87513" wp14:editId="00401A0C">
            <wp:simplePos x="0" y="0"/>
            <wp:positionH relativeFrom="column">
              <wp:posOffset>262255</wp:posOffset>
            </wp:positionH>
            <wp:positionV relativeFrom="paragraph">
              <wp:posOffset>71755</wp:posOffset>
            </wp:positionV>
            <wp:extent cx="6173470" cy="30670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47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F0529C" w14:textId="77777777" w:rsidR="0098408D" w:rsidRDefault="0098408D" w:rsidP="0095552D">
      <w:pPr>
        <w:pStyle w:val="Odstavecseseznamem"/>
        <w:ind w:left="284" w:firstLine="425"/>
        <w:jc w:val="both"/>
      </w:pPr>
    </w:p>
    <w:p w14:paraId="4A9DFB38" w14:textId="77777777" w:rsidR="00C87986" w:rsidRDefault="00C87986" w:rsidP="0095552D">
      <w:pPr>
        <w:pStyle w:val="N2"/>
        <w:numPr>
          <w:ilvl w:val="0"/>
          <w:numId w:val="26"/>
        </w:numPr>
      </w:pPr>
      <w:bookmarkStart w:id="39" w:name="_Toc502913416"/>
      <w:r>
        <w:lastRenderedPageBreak/>
        <w:t>Dosavadní využití</w:t>
      </w:r>
      <w:bookmarkEnd w:id="39"/>
    </w:p>
    <w:p w14:paraId="29BB774D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17DC844A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502913417"/>
      <w:r>
        <w:t>Chráněné území, památková rezervace</w:t>
      </w:r>
      <w:bookmarkEnd w:id="40"/>
    </w:p>
    <w:p w14:paraId="01CBD105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031E60E5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502913418"/>
      <w:r>
        <w:t>Odtokové poměry</w:t>
      </w:r>
      <w:bookmarkEnd w:id="41"/>
    </w:p>
    <w:p w14:paraId="3F77EDE3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76EDECE2" w14:textId="77777777" w:rsidR="00C87986" w:rsidRDefault="00C87986" w:rsidP="006B6706">
      <w:pPr>
        <w:pStyle w:val="N2"/>
        <w:numPr>
          <w:ilvl w:val="0"/>
          <w:numId w:val="26"/>
        </w:numPr>
      </w:pPr>
      <w:bookmarkStart w:id="42" w:name="_Toc502913419"/>
      <w:r>
        <w:t>Údaje o souladu s územně plánovací dokumentací</w:t>
      </w:r>
      <w:bookmarkEnd w:id="42"/>
    </w:p>
    <w:p w14:paraId="20A580FB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0851DFCC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502913420"/>
      <w:r>
        <w:t>Údaje o dodržení obecných požadavků na využití území</w:t>
      </w:r>
      <w:bookmarkEnd w:id="43"/>
    </w:p>
    <w:p w14:paraId="48035AF1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43C4B47B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6C4C9FDB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502913421"/>
      <w:r>
        <w:t>Údaje o splnění požadavků dotčených orgánů</w:t>
      </w:r>
      <w:bookmarkEnd w:id="44"/>
    </w:p>
    <w:p w14:paraId="529D9835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02E508A4" w14:textId="77777777" w:rsidR="00C87986" w:rsidRDefault="00C87986" w:rsidP="00C25635">
      <w:pPr>
        <w:pStyle w:val="N2"/>
        <w:numPr>
          <w:ilvl w:val="0"/>
          <w:numId w:val="26"/>
        </w:numPr>
      </w:pPr>
      <w:bookmarkStart w:id="45" w:name="_Toc502913422"/>
      <w:r>
        <w:t>Seznam výjimek a úlevových řešení</w:t>
      </w:r>
      <w:bookmarkEnd w:id="45"/>
    </w:p>
    <w:p w14:paraId="278937D3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562F4EA1" w14:textId="77777777" w:rsidR="00C87986" w:rsidRDefault="00C87986" w:rsidP="005515EC">
      <w:pPr>
        <w:pStyle w:val="N2"/>
        <w:numPr>
          <w:ilvl w:val="0"/>
          <w:numId w:val="26"/>
        </w:numPr>
      </w:pPr>
      <w:bookmarkStart w:id="46" w:name="_Toc502913423"/>
      <w:r>
        <w:t>Seznam souvisejících a podmiňujících investic</w:t>
      </w:r>
      <w:bookmarkEnd w:id="46"/>
    </w:p>
    <w:p w14:paraId="6FE85113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3E7B36E5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7F5C5BD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AAF8F45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C1818F7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53829FD5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553AA1FE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5657187" w14:textId="77777777" w:rsidR="00C87986" w:rsidRDefault="00C87986" w:rsidP="005515EC">
      <w:pPr>
        <w:pStyle w:val="N2"/>
        <w:numPr>
          <w:ilvl w:val="0"/>
          <w:numId w:val="26"/>
        </w:numPr>
      </w:pPr>
      <w:bookmarkStart w:id="47" w:name="_Toc502913424"/>
      <w:r>
        <w:lastRenderedPageBreak/>
        <w:t xml:space="preserve">Seznam pozemků a staveb dotčených </w:t>
      </w:r>
      <w:r w:rsidR="005515EC">
        <w:t>stavbou</w:t>
      </w:r>
      <w:bookmarkEnd w:id="47"/>
    </w:p>
    <w:p w14:paraId="5FC1233B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0F716A73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0D0D735B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63CFF8A4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F18AA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20AD9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FF8C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B167A19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856DB90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731EBEA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1347096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C13123" w:rsidRPr="000D2AF3" w14:paraId="5334FB84" w14:textId="77777777" w:rsidTr="00B518E4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96B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Luhačovice</w:t>
            </w:r>
          </w:p>
          <w:p w14:paraId="78DD2DA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82DD9A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202CD8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0939E4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A2C6C9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54F233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805E11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4985A4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3CD82A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E1B425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6CC405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5F4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Luhačovice</w:t>
            </w:r>
          </w:p>
          <w:p w14:paraId="3F7030A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E07A5A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669C9FD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376A0BC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901447C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0AD0A0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965DB1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5392346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AF13EC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402B06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6359A1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FD5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40B4AC1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E3A3AF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AF4971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454BE9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220AF6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AF4CDC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C86B48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6C7FD6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1511CE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FCEA48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589D9D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7D1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206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77E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646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C13123" w:rsidRPr="000D2AF3" w14:paraId="0C90E8CF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DBF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1A2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FCF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95C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CB7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1419/1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25D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9CF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trvalý travní porost</w:t>
            </w:r>
          </w:p>
        </w:tc>
      </w:tr>
      <w:tr w:rsidR="00C13123" w:rsidRPr="000D2AF3" w14:paraId="3FFF6249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F35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158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2D2C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A2E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B74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2237/12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1BD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0DA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50106E2F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6136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3486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E5B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E8E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EC4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2237/8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741C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0EBD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37301C46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CEED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295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021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31C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729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2237/11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108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C09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27736C74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84D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1D06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3EC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C483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E7C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3519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A4E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AD3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C13123" w:rsidRPr="000D2AF3" w14:paraId="57DE20E0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649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2B5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EE4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86F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5B1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1436/1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8B8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919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19B82CAA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151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7D9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8FC7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862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781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1545/5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E95C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7AE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6E4F3C90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3E7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2FD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480A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932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321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1545/3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281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3AD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7B110E49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5BF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21A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4D0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D58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CF1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216/3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B6E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58D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C13123" w:rsidRPr="000D2AF3" w14:paraId="7C5725D6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131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038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A916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96A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0A9D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2315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29D6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9D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C13123" w:rsidRPr="000D2AF3" w14:paraId="01A00369" w14:textId="77777777" w:rsidTr="00B518E4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7D4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D97D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771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74C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F46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216/6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E185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A90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C13123" w:rsidRPr="000D2AF3" w14:paraId="6FFCD2ED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82B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Luhačovice - přítok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DA2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Luhačovice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2BF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763E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Dolní Lhota u Luhačovic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237B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3373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025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0C47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10FEB015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D0EC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Luhačovice - odtok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CD44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Luhačovice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9A40" w14:textId="77777777" w:rsidR="00C13123" w:rsidRPr="000D2AF3" w:rsidRDefault="00C13123" w:rsidP="00C13123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3622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Pozlovice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889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1545/3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2688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296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C13123" w:rsidRPr="000D2AF3" w14:paraId="1265BCE3" w14:textId="77777777" w:rsidTr="00B518E4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C583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Uherský Brod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E8A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Luhačovice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8751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377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Uherský Brod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D8F9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7182/56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B540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4E8F" w14:textId="77777777" w:rsidR="00C13123" w:rsidRPr="000D2AF3" w:rsidRDefault="00C13123" w:rsidP="00B518E4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</w:tbl>
    <w:p w14:paraId="640C0A62" w14:textId="77777777" w:rsidR="000D2AF3" w:rsidRPr="00B55C59" w:rsidRDefault="000D2AF3" w:rsidP="00B55C59"/>
    <w:p w14:paraId="3CF73B1A" w14:textId="77777777" w:rsidR="00FC61D3" w:rsidRDefault="00B55C59" w:rsidP="00B55C59">
      <w:pPr>
        <w:pStyle w:val="N1"/>
      </w:pPr>
      <w:bookmarkStart w:id="48" w:name="_Toc502913425"/>
      <w:r>
        <w:t>Údaje o stavbě</w:t>
      </w:r>
      <w:bookmarkEnd w:id="48"/>
    </w:p>
    <w:p w14:paraId="73A324B1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502913426"/>
      <w:r>
        <w:t>Nová stavba nebo změna dokončené stavby</w:t>
      </w:r>
      <w:bookmarkEnd w:id="49"/>
    </w:p>
    <w:p w14:paraId="54C388BF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C13123">
        <w:rPr>
          <w:rFonts w:asciiTheme="minorHAnsi" w:hAnsiTheme="minorHAnsi" w:cs="Times New Roman"/>
          <w:color w:val="000000"/>
        </w:rPr>
        <w:t>Luhačovice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6C61D755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502913427"/>
      <w:r>
        <w:t>Účel užívání stavby</w:t>
      </w:r>
      <w:bookmarkEnd w:id="50"/>
    </w:p>
    <w:p w14:paraId="008ED0D1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01ED9C00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502913428"/>
      <w:r>
        <w:t>Trvalá nebo dočasná stavba</w:t>
      </w:r>
      <w:bookmarkEnd w:id="51"/>
    </w:p>
    <w:p w14:paraId="138656B7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23B957A0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502913429"/>
      <w:r>
        <w:t>Údaje o ochraně stavby podle jiných právních předpisů</w:t>
      </w:r>
      <w:bookmarkEnd w:id="52"/>
    </w:p>
    <w:p w14:paraId="1863559B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35D7C72E" w14:textId="77777777" w:rsidR="00C87986" w:rsidRDefault="00C87986" w:rsidP="005515EC">
      <w:pPr>
        <w:pStyle w:val="N2"/>
        <w:numPr>
          <w:ilvl w:val="0"/>
          <w:numId w:val="38"/>
        </w:numPr>
      </w:pPr>
      <w:bookmarkStart w:id="53" w:name="_Toc502913430"/>
      <w:r>
        <w:lastRenderedPageBreak/>
        <w:t>Údaje o dodržení technických požadavků na stavby</w:t>
      </w:r>
      <w:bookmarkEnd w:id="53"/>
    </w:p>
    <w:p w14:paraId="320103D2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6BFC51D3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49DBF0E1" w14:textId="77777777" w:rsidR="00385716" w:rsidRDefault="00385716" w:rsidP="00385716">
      <w:pPr>
        <w:pStyle w:val="N2"/>
        <w:numPr>
          <w:ilvl w:val="0"/>
          <w:numId w:val="38"/>
        </w:numPr>
      </w:pPr>
      <w:bookmarkStart w:id="54" w:name="_Toc502913431"/>
      <w:r w:rsidRPr="00385716">
        <w:t>Údaje o dodržení technických požadavků na stavby a obecných technických požadavků zabezpečujících bezbariérové užívání staveb</w:t>
      </w:r>
      <w:bookmarkEnd w:id="54"/>
    </w:p>
    <w:p w14:paraId="15B4D0DE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54BD820E" w14:textId="77777777" w:rsidR="00C87986" w:rsidRDefault="00C87986" w:rsidP="00AB36CB">
      <w:pPr>
        <w:pStyle w:val="N2"/>
        <w:numPr>
          <w:ilvl w:val="0"/>
          <w:numId w:val="38"/>
        </w:numPr>
      </w:pPr>
      <w:bookmarkStart w:id="55" w:name="_Toc502913432"/>
      <w:r>
        <w:t>Údaje o splnění požadavků dotčených orgánů</w:t>
      </w:r>
      <w:bookmarkEnd w:id="55"/>
    </w:p>
    <w:p w14:paraId="05332FC7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17BC8CDC" w14:textId="77777777" w:rsidR="00C87986" w:rsidRDefault="00561B51" w:rsidP="00E60488">
      <w:pPr>
        <w:pStyle w:val="N2"/>
        <w:numPr>
          <w:ilvl w:val="0"/>
          <w:numId w:val="38"/>
        </w:numPr>
      </w:pPr>
      <w:bookmarkStart w:id="56" w:name="_Toc502913433"/>
      <w:r>
        <w:t>Seznam výji</w:t>
      </w:r>
      <w:r w:rsidR="00C87986">
        <w:t>mek</w:t>
      </w:r>
      <w:bookmarkEnd w:id="56"/>
    </w:p>
    <w:p w14:paraId="377483CD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0BF12BF0" w14:textId="77777777" w:rsidR="00C87986" w:rsidRDefault="00C87986" w:rsidP="00E60488">
      <w:pPr>
        <w:pStyle w:val="N2"/>
        <w:numPr>
          <w:ilvl w:val="0"/>
          <w:numId w:val="38"/>
        </w:numPr>
      </w:pPr>
      <w:bookmarkStart w:id="57" w:name="_Toc502913434"/>
      <w:r>
        <w:t>Navrhované kapacity stavby</w:t>
      </w:r>
      <w:bookmarkEnd w:id="57"/>
    </w:p>
    <w:p w14:paraId="3E2F4F35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37FE86DC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8" w:name="_Toc502913435"/>
      <w:r w:rsidRPr="00E60488">
        <w:t>Základní bilance stavby</w:t>
      </w:r>
      <w:bookmarkEnd w:id="58"/>
    </w:p>
    <w:p w14:paraId="3A88814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21D3AAED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502913436"/>
      <w:r>
        <w:t>Základní předpoklady výstavby</w:t>
      </w:r>
      <w:bookmarkEnd w:id="59"/>
    </w:p>
    <w:p w14:paraId="505119CB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52575677" w14:textId="77777777" w:rsidR="00C87986" w:rsidRDefault="00C87986" w:rsidP="00E60488">
      <w:pPr>
        <w:pStyle w:val="N2"/>
        <w:numPr>
          <w:ilvl w:val="0"/>
          <w:numId w:val="38"/>
        </w:numPr>
      </w:pPr>
      <w:bookmarkStart w:id="60" w:name="_Toc502913437"/>
      <w:r>
        <w:t>Orientační náklady stavby</w:t>
      </w:r>
      <w:bookmarkEnd w:id="60"/>
    </w:p>
    <w:p w14:paraId="7B9CE546" w14:textId="7777777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>.</w:t>
      </w:r>
      <w:r w:rsidR="00B005A6">
        <w:rPr>
          <w:rFonts w:asciiTheme="minorHAnsi" w:hAnsiTheme="minorHAnsi"/>
          <w:szCs w:val="24"/>
        </w:rPr>
        <w:t>5</w:t>
      </w:r>
      <w:r w:rsidRPr="00E60488">
        <w:rPr>
          <w:rFonts w:asciiTheme="minorHAnsi" w:hAnsiTheme="minorHAnsi"/>
          <w:szCs w:val="24"/>
        </w:rPr>
        <w:t xml:space="preserve">00.000,-Kč bez </w:t>
      </w:r>
      <w:r>
        <w:rPr>
          <w:rFonts w:asciiTheme="minorHAnsi" w:hAnsiTheme="minorHAnsi"/>
          <w:szCs w:val="24"/>
        </w:rPr>
        <w:t>DPH.</w:t>
      </w:r>
    </w:p>
    <w:p w14:paraId="4D14AAA9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2CE3F587" w14:textId="77777777" w:rsidR="00C13F42" w:rsidRDefault="00C13F42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404F179B" w14:textId="77777777" w:rsidR="00C13F42" w:rsidRDefault="00C13F42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35496DCD" w14:textId="77777777" w:rsidR="00C13F42" w:rsidRDefault="00C13F42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5D0618CE" w14:textId="77777777" w:rsidR="00E904DF" w:rsidRDefault="00E904DF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4DF26DAD" w14:textId="77777777" w:rsidR="00E904DF" w:rsidRDefault="00E904DF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686673B1" w14:textId="77777777" w:rsidR="00E904DF" w:rsidRDefault="00E904DF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3D713214" w14:textId="77777777" w:rsidR="00E904DF" w:rsidRDefault="00E904DF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3A9B0EDE" w14:textId="77777777" w:rsidR="00E904DF" w:rsidRDefault="00E904DF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6996402D" w14:textId="77777777" w:rsidR="00B55C59" w:rsidRPr="00B55C59" w:rsidRDefault="00B55C59" w:rsidP="00B55C59">
      <w:pPr>
        <w:pStyle w:val="N1"/>
      </w:pPr>
      <w:bookmarkStart w:id="61" w:name="_Toc502913438"/>
      <w:r>
        <w:lastRenderedPageBreak/>
        <w:t>Členění stavby na objekty a technologická zařízení</w:t>
      </w:r>
      <w:bookmarkEnd w:id="61"/>
    </w:p>
    <w:bookmarkEnd w:id="13"/>
    <w:p w14:paraId="4428DCE8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6EAF92F6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E904DF" w14:paraId="5E826EBD" w14:textId="77777777" w:rsidTr="00B518E4">
        <w:tc>
          <w:tcPr>
            <w:tcW w:w="922" w:type="dxa"/>
          </w:tcPr>
          <w:p w14:paraId="60A5C9AC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SO07</w:t>
            </w:r>
          </w:p>
        </w:tc>
        <w:tc>
          <w:tcPr>
            <w:tcW w:w="3042" w:type="dxa"/>
          </w:tcPr>
          <w:p w14:paraId="5336B150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Luhačovice</w:t>
            </w:r>
          </w:p>
        </w:tc>
        <w:tc>
          <w:tcPr>
            <w:tcW w:w="993" w:type="dxa"/>
          </w:tcPr>
          <w:p w14:paraId="743D1E21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67B9D08C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E904DF" w14:paraId="6837A82E" w14:textId="77777777" w:rsidTr="00B518E4">
        <w:tc>
          <w:tcPr>
            <w:tcW w:w="922" w:type="dxa"/>
          </w:tcPr>
          <w:p w14:paraId="4CDF275E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7F631C4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E00645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6F5D4547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Luhačovice přítok</w:t>
            </w:r>
          </w:p>
        </w:tc>
      </w:tr>
      <w:tr w:rsidR="00E904DF" w14:paraId="29DD1814" w14:textId="77777777" w:rsidTr="00B518E4">
        <w:tc>
          <w:tcPr>
            <w:tcW w:w="922" w:type="dxa"/>
          </w:tcPr>
          <w:p w14:paraId="3A3BE26D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66A30CA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DE69E8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3991CFC9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Luhačovice odtok</w:t>
            </w:r>
          </w:p>
        </w:tc>
      </w:tr>
      <w:tr w:rsidR="00E904DF" w14:paraId="0D662061" w14:textId="77777777" w:rsidTr="00B518E4">
        <w:tc>
          <w:tcPr>
            <w:tcW w:w="922" w:type="dxa"/>
          </w:tcPr>
          <w:p w14:paraId="21F18ABD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A643579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64415F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PS04 </w:t>
            </w:r>
          </w:p>
        </w:tc>
        <w:tc>
          <w:tcPr>
            <w:tcW w:w="4819" w:type="dxa"/>
          </w:tcPr>
          <w:p w14:paraId="7E2C87E4" w14:textId="77777777" w:rsidR="00E904DF" w:rsidRDefault="00E904DF" w:rsidP="00B518E4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Uherský Brod</w:t>
            </w:r>
          </w:p>
        </w:tc>
      </w:tr>
    </w:tbl>
    <w:p w14:paraId="21F4F37F" w14:textId="77777777" w:rsidR="000F6638" w:rsidRDefault="000F6638" w:rsidP="000F6638">
      <w:pPr>
        <w:rPr>
          <w:b/>
        </w:rPr>
      </w:pPr>
    </w:p>
    <w:p w14:paraId="4D2E02D6" w14:textId="77777777" w:rsidR="00385716" w:rsidRDefault="00385716" w:rsidP="000F6638">
      <w:pPr>
        <w:rPr>
          <w:b/>
        </w:rPr>
      </w:pPr>
    </w:p>
    <w:p w14:paraId="792FB251" w14:textId="77777777" w:rsidR="00385716" w:rsidRDefault="00385716" w:rsidP="000F6638">
      <w:pPr>
        <w:rPr>
          <w:b/>
        </w:rPr>
      </w:pPr>
    </w:p>
    <w:p w14:paraId="35D8C0D1" w14:textId="5EAA56B6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B340FF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B340FF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B340FF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D91A5" w14:textId="77777777" w:rsidR="00FB6A86" w:rsidRDefault="00FB6A86" w:rsidP="0081121B">
      <w:r>
        <w:separator/>
      </w:r>
    </w:p>
  </w:endnote>
  <w:endnote w:type="continuationSeparator" w:id="0">
    <w:p w14:paraId="6FFCBFAA" w14:textId="77777777" w:rsidR="00FB6A86" w:rsidRDefault="00FB6A86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1BD5CA1D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2E375572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66B1D91F" wp14:editId="4FE368B5">
                <wp:extent cx="6410325" cy="38100"/>
                <wp:effectExtent l="19050" t="0" r="9525" b="0"/>
                <wp:docPr id="1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B769E3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5E6621E0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2D11F3">
      <w:rPr>
        <w:bCs w:val="0"/>
        <w:noProof/>
      </w:rPr>
      <w:t>3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2D11F3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879127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297B5A4" w14:textId="77777777" w:rsidR="00B005A6" w:rsidRDefault="00B005A6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4E19C858" wp14:editId="4E27C956">
                  <wp:extent cx="6408420" cy="38089"/>
                  <wp:effectExtent l="0" t="0" r="0" b="635"/>
                  <wp:docPr id="15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203A54" w14:textId="77777777" w:rsidR="00B005A6" w:rsidRDefault="00B005A6">
            <w:pPr>
              <w:pStyle w:val="Zpat"/>
            </w:pPr>
          </w:p>
          <w:p w14:paraId="5C6A9BFB" w14:textId="77777777" w:rsidR="00B005A6" w:rsidRDefault="00B005A6">
            <w:pPr>
              <w:pStyle w:val="Zpat"/>
            </w:pPr>
          </w:p>
          <w:p w14:paraId="00EEC281" w14:textId="77777777" w:rsidR="00B005A6" w:rsidRDefault="00B005A6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2D11F3"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2D11F3">
              <w:rPr>
                <w:noProof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62A88BEE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A928E" w14:textId="77777777" w:rsidR="00FB6A86" w:rsidRDefault="00FB6A86" w:rsidP="0081121B">
      <w:r>
        <w:separator/>
      </w:r>
    </w:p>
  </w:footnote>
  <w:footnote w:type="continuationSeparator" w:id="0">
    <w:p w14:paraId="70F7567E" w14:textId="77777777" w:rsidR="00FB6A86" w:rsidRDefault="00FB6A86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7C3D258F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33F00E0D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12E0A59F" wp14:editId="4F3E70F8">
                <wp:extent cx="2514600" cy="542925"/>
                <wp:effectExtent l="19050" t="0" r="0" b="0"/>
                <wp:docPr id="1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B57DA19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1456AE9A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5C75024A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0FE5C181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r w:rsidRPr="003C2764">
            <w:rPr>
              <w:sz w:val="14"/>
              <w:szCs w:val="14"/>
            </w:rPr>
            <w:t>č.účtu</w:t>
          </w:r>
          <w:proofErr w:type="spell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6D27BEC7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50D6EBE3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980BA61" wp14:editId="4A7ADE60">
                <wp:extent cx="5476875" cy="38100"/>
                <wp:effectExtent l="19050" t="0" r="9525" b="0"/>
                <wp:docPr id="1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02456ED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28CEBBB9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011B43EA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01CB5E62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6234B78D" wp14:editId="1B728739">
                <wp:extent cx="2514600" cy="542925"/>
                <wp:effectExtent l="19050" t="0" r="0" b="0"/>
                <wp:docPr id="1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1F078BD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3154F222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2D9DC7E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1AEC94F5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r w:rsidRPr="003C2764">
            <w:rPr>
              <w:sz w:val="14"/>
              <w:szCs w:val="14"/>
            </w:rPr>
            <w:t>č.účtu</w:t>
          </w:r>
          <w:proofErr w:type="spell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5AA7E17E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0E09115F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13BA57DF" wp14:editId="6EC9C865">
                <wp:extent cx="5476875" cy="38100"/>
                <wp:effectExtent l="19050" t="0" r="9525" b="0"/>
                <wp:docPr id="1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CEC272F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58295CB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79754473">
    <w:abstractNumId w:val="10"/>
  </w:num>
  <w:num w:numId="2" w16cid:durableId="1780947386">
    <w:abstractNumId w:val="8"/>
  </w:num>
  <w:num w:numId="3" w16cid:durableId="193621322">
    <w:abstractNumId w:val="3"/>
  </w:num>
  <w:num w:numId="4" w16cid:durableId="267392195">
    <w:abstractNumId w:val="7"/>
  </w:num>
  <w:num w:numId="5" w16cid:durableId="1793592886">
    <w:abstractNumId w:val="4"/>
  </w:num>
  <w:num w:numId="6" w16cid:durableId="1371227403">
    <w:abstractNumId w:val="1"/>
  </w:num>
  <w:num w:numId="7" w16cid:durableId="88626555">
    <w:abstractNumId w:val="14"/>
  </w:num>
  <w:num w:numId="8" w16cid:durableId="1235824104">
    <w:abstractNumId w:val="15"/>
  </w:num>
  <w:num w:numId="9" w16cid:durableId="273447367">
    <w:abstractNumId w:val="12"/>
  </w:num>
  <w:num w:numId="10" w16cid:durableId="1994021644">
    <w:abstractNumId w:val="16"/>
  </w:num>
  <w:num w:numId="11" w16cid:durableId="802700323">
    <w:abstractNumId w:val="3"/>
  </w:num>
  <w:num w:numId="12" w16cid:durableId="1798331521">
    <w:abstractNumId w:val="9"/>
  </w:num>
  <w:num w:numId="13" w16cid:durableId="778837612">
    <w:abstractNumId w:val="0"/>
  </w:num>
  <w:num w:numId="14" w16cid:durableId="1685980085">
    <w:abstractNumId w:val="3"/>
  </w:num>
  <w:num w:numId="15" w16cid:durableId="183633643">
    <w:abstractNumId w:val="3"/>
  </w:num>
  <w:num w:numId="16" w16cid:durableId="1296981026">
    <w:abstractNumId w:val="3"/>
  </w:num>
  <w:num w:numId="17" w16cid:durableId="625544531">
    <w:abstractNumId w:val="3"/>
  </w:num>
  <w:num w:numId="18" w16cid:durableId="161743972">
    <w:abstractNumId w:val="3"/>
  </w:num>
  <w:num w:numId="19" w16cid:durableId="583757359">
    <w:abstractNumId w:val="11"/>
  </w:num>
  <w:num w:numId="20" w16cid:durableId="582297034">
    <w:abstractNumId w:val="3"/>
  </w:num>
  <w:num w:numId="21" w16cid:durableId="1855411128">
    <w:abstractNumId w:val="3"/>
  </w:num>
  <w:num w:numId="22" w16cid:durableId="219021673">
    <w:abstractNumId w:val="6"/>
  </w:num>
  <w:num w:numId="23" w16cid:durableId="571277440">
    <w:abstractNumId w:val="3"/>
  </w:num>
  <w:num w:numId="24" w16cid:durableId="844436614">
    <w:abstractNumId w:val="3"/>
  </w:num>
  <w:num w:numId="25" w16cid:durableId="672880120">
    <w:abstractNumId w:val="3"/>
  </w:num>
  <w:num w:numId="26" w16cid:durableId="88430681">
    <w:abstractNumId w:val="5"/>
  </w:num>
  <w:num w:numId="27" w16cid:durableId="296643369">
    <w:abstractNumId w:val="13"/>
  </w:num>
  <w:num w:numId="28" w16cid:durableId="1161969679">
    <w:abstractNumId w:val="3"/>
  </w:num>
  <w:num w:numId="29" w16cid:durableId="1178931939">
    <w:abstractNumId w:val="3"/>
  </w:num>
  <w:num w:numId="30" w16cid:durableId="1000235422">
    <w:abstractNumId w:val="3"/>
  </w:num>
  <w:num w:numId="31" w16cid:durableId="1463689306">
    <w:abstractNumId w:val="3"/>
  </w:num>
  <w:num w:numId="32" w16cid:durableId="1613172454">
    <w:abstractNumId w:val="3"/>
  </w:num>
  <w:num w:numId="33" w16cid:durableId="1183860517">
    <w:abstractNumId w:val="3"/>
  </w:num>
  <w:num w:numId="34" w16cid:durableId="1477138072">
    <w:abstractNumId w:val="3"/>
  </w:num>
  <w:num w:numId="35" w16cid:durableId="156312668">
    <w:abstractNumId w:val="3"/>
  </w:num>
  <w:num w:numId="36" w16cid:durableId="712459955">
    <w:abstractNumId w:val="3"/>
  </w:num>
  <w:num w:numId="37" w16cid:durableId="436216213">
    <w:abstractNumId w:val="3"/>
  </w:num>
  <w:num w:numId="38" w16cid:durableId="98988988">
    <w:abstractNumId w:val="2"/>
  </w:num>
  <w:num w:numId="39" w16cid:durableId="1290089617">
    <w:abstractNumId w:val="3"/>
  </w:num>
  <w:num w:numId="40" w16cid:durableId="1555001102">
    <w:abstractNumId w:val="3"/>
  </w:num>
  <w:num w:numId="41" w16cid:durableId="1106266622">
    <w:abstractNumId w:val="3"/>
  </w:num>
  <w:num w:numId="42" w16cid:durableId="1455904412">
    <w:abstractNumId w:val="3"/>
  </w:num>
  <w:num w:numId="43" w16cid:durableId="700396889">
    <w:abstractNumId w:val="3"/>
  </w:num>
  <w:num w:numId="44" w16cid:durableId="225461130">
    <w:abstractNumId w:val="3"/>
  </w:num>
  <w:num w:numId="45" w16cid:durableId="1288195329">
    <w:abstractNumId w:val="3"/>
  </w:num>
  <w:num w:numId="46" w16cid:durableId="273244869">
    <w:abstractNumId w:val="3"/>
  </w:num>
  <w:num w:numId="47" w16cid:durableId="457650218">
    <w:abstractNumId w:val="3"/>
  </w:num>
  <w:num w:numId="48" w16cid:durableId="1969043307">
    <w:abstractNumId w:val="3"/>
  </w:num>
  <w:num w:numId="49" w16cid:durableId="1668513353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5AB5"/>
    <w:rsid w:val="000B7069"/>
    <w:rsid w:val="000D2AF3"/>
    <w:rsid w:val="000D4127"/>
    <w:rsid w:val="000D59E6"/>
    <w:rsid w:val="000D70BD"/>
    <w:rsid w:val="000E0A1A"/>
    <w:rsid w:val="000E0E58"/>
    <w:rsid w:val="000E1085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6C8F"/>
    <w:rsid w:val="00157B42"/>
    <w:rsid w:val="00161378"/>
    <w:rsid w:val="00167321"/>
    <w:rsid w:val="00171E76"/>
    <w:rsid w:val="00173C57"/>
    <w:rsid w:val="00180022"/>
    <w:rsid w:val="0018273D"/>
    <w:rsid w:val="00184EC5"/>
    <w:rsid w:val="001936B6"/>
    <w:rsid w:val="00193DD6"/>
    <w:rsid w:val="00194068"/>
    <w:rsid w:val="001A0BDE"/>
    <w:rsid w:val="001A1F09"/>
    <w:rsid w:val="001A5F12"/>
    <w:rsid w:val="001A7265"/>
    <w:rsid w:val="001B0D35"/>
    <w:rsid w:val="001B43F3"/>
    <w:rsid w:val="001B5EE2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514B0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43E8"/>
    <w:rsid w:val="002C6020"/>
    <w:rsid w:val="002C63C2"/>
    <w:rsid w:val="002C7485"/>
    <w:rsid w:val="002D11F3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1AD4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00FA1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D59FB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2E0C"/>
    <w:rsid w:val="00883760"/>
    <w:rsid w:val="00895E92"/>
    <w:rsid w:val="008A26CD"/>
    <w:rsid w:val="008B7CD9"/>
    <w:rsid w:val="008D2E3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A3B3F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20F17"/>
    <w:rsid w:val="00A25295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05A6"/>
    <w:rsid w:val="00B04B51"/>
    <w:rsid w:val="00B23B7B"/>
    <w:rsid w:val="00B26E29"/>
    <w:rsid w:val="00B275C5"/>
    <w:rsid w:val="00B32646"/>
    <w:rsid w:val="00B3329D"/>
    <w:rsid w:val="00B33E0B"/>
    <w:rsid w:val="00B340FF"/>
    <w:rsid w:val="00B40158"/>
    <w:rsid w:val="00B430A5"/>
    <w:rsid w:val="00B43E16"/>
    <w:rsid w:val="00B4566C"/>
    <w:rsid w:val="00B46E56"/>
    <w:rsid w:val="00B524CA"/>
    <w:rsid w:val="00B55C59"/>
    <w:rsid w:val="00B56B74"/>
    <w:rsid w:val="00B5775E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BF1623"/>
    <w:rsid w:val="00C050F1"/>
    <w:rsid w:val="00C05319"/>
    <w:rsid w:val="00C0614C"/>
    <w:rsid w:val="00C13123"/>
    <w:rsid w:val="00C13474"/>
    <w:rsid w:val="00C13F42"/>
    <w:rsid w:val="00C144E4"/>
    <w:rsid w:val="00C23238"/>
    <w:rsid w:val="00C25635"/>
    <w:rsid w:val="00C25A4A"/>
    <w:rsid w:val="00C320C5"/>
    <w:rsid w:val="00C360C6"/>
    <w:rsid w:val="00C457D4"/>
    <w:rsid w:val="00C51656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04DF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63DB7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B6A86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13DD11"/>
  <w15:docId w15:val="{CD68A51C-30A9-442E-B16A-AB87ECBF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005A6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2E41F-6D73-440C-88BA-8C1EA857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5</TotalTime>
  <Pages>8</Pages>
  <Words>1347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9280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6</cp:revision>
  <cp:lastPrinted>2017-03-30T12:34:00Z</cp:lastPrinted>
  <dcterms:created xsi:type="dcterms:W3CDTF">2017-09-29T13:44:00Z</dcterms:created>
  <dcterms:modified xsi:type="dcterms:W3CDTF">2024-10-09T12:22:00Z</dcterms:modified>
</cp:coreProperties>
</file>